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9E8" w:rsidRDefault="001259E8" w:rsidP="001259E8">
      <w:pPr>
        <w:pStyle w:val="ConsPlusNormal"/>
        <w:ind w:firstLine="540"/>
        <w:jc w:val="both"/>
      </w:pPr>
    </w:p>
    <w:p w:rsidR="001259E8" w:rsidRPr="00476E71" w:rsidRDefault="001259E8" w:rsidP="001259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</w:t>
      </w:r>
      <w:bookmarkStart w:id="0" w:name="_GoBack"/>
      <w:bookmarkEnd w:id="0"/>
      <w:r>
        <w:t xml:space="preserve">    </w:t>
      </w:r>
      <w:r w:rsidR="00476E71">
        <w:t xml:space="preserve">       </w:t>
      </w:r>
      <w:r w:rsidR="00476E71" w:rsidRPr="00476E71">
        <w:rPr>
          <w:rFonts w:ascii="Times New Roman" w:hAnsi="Times New Roman" w:cs="Times New Roman"/>
          <w:sz w:val="24"/>
          <w:szCs w:val="24"/>
        </w:rPr>
        <w:t>Дзержинский райисполком</w:t>
      </w:r>
    </w:p>
    <w:p w:rsidR="001259E8" w:rsidRPr="001259E8" w:rsidRDefault="001259E8" w:rsidP="001259E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1259E8">
        <w:rPr>
          <w:rFonts w:ascii="Times New Roman" w:hAnsi="Times New Roman" w:cs="Times New Roman"/>
        </w:rPr>
        <w:t>(наименование регистрирующего органа)</w:t>
      </w:r>
    </w:p>
    <w:p w:rsidR="001259E8" w:rsidRPr="001259E8" w:rsidRDefault="001259E8" w:rsidP="001259E8">
      <w:pPr>
        <w:pStyle w:val="ConsPlusNonformat"/>
        <w:jc w:val="center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59E8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1259E8" w:rsidRPr="001259E8" w:rsidRDefault="001259E8" w:rsidP="001259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59E8">
        <w:rPr>
          <w:rFonts w:ascii="Times New Roman" w:hAnsi="Times New Roman" w:cs="Times New Roman"/>
          <w:b/>
          <w:bCs/>
          <w:sz w:val="24"/>
          <w:szCs w:val="24"/>
        </w:rPr>
        <w:t>о государственной регистрации коммерческой организации, создаваемой</w:t>
      </w:r>
    </w:p>
    <w:p w:rsidR="001259E8" w:rsidRPr="001259E8" w:rsidRDefault="001259E8" w:rsidP="001259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59E8">
        <w:rPr>
          <w:rFonts w:ascii="Times New Roman" w:hAnsi="Times New Roman" w:cs="Times New Roman"/>
          <w:b/>
          <w:bCs/>
          <w:sz w:val="24"/>
          <w:szCs w:val="24"/>
        </w:rPr>
        <w:t>индивидуальным предпринимателем</w:t>
      </w:r>
    </w:p>
    <w:p w:rsidR="001259E8" w:rsidRPr="001259E8" w:rsidRDefault="001259E8" w:rsidP="001259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259E8" w:rsidRPr="001259E8" w:rsidRDefault="001259E8" w:rsidP="004D7B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59E8">
        <w:rPr>
          <w:rFonts w:ascii="Times New Roman" w:hAnsi="Times New Roman" w:cs="Times New Roman"/>
          <w:sz w:val="24"/>
          <w:szCs w:val="24"/>
        </w:rPr>
        <w:t>Прошу  произвести</w:t>
      </w:r>
      <w:proofErr w:type="gramEnd"/>
      <w:r w:rsidRPr="001259E8">
        <w:rPr>
          <w:rFonts w:ascii="Times New Roman" w:hAnsi="Times New Roman" w:cs="Times New Roman"/>
          <w:sz w:val="24"/>
          <w:szCs w:val="24"/>
        </w:rPr>
        <w:t xml:space="preserve">  государственную  регистрацию  коммерческой  организации,</w:t>
      </w:r>
    </w:p>
    <w:p w:rsidR="001259E8" w:rsidRPr="001259E8" w:rsidRDefault="001259E8" w:rsidP="004D7B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59E8">
        <w:rPr>
          <w:rFonts w:ascii="Times New Roman" w:hAnsi="Times New Roman" w:cs="Times New Roman"/>
          <w:sz w:val="24"/>
          <w:szCs w:val="24"/>
        </w:rPr>
        <w:t>создаваемой индивидуальным предпринимателем (фамилия, собственное имя,</w:t>
      </w:r>
      <w:r w:rsidR="004D7B27">
        <w:rPr>
          <w:rFonts w:ascii="Times New Roman" w:hAnsi="Times New Roman" w:cs="Times New Roman"/>
          <w:sz w:val="24"/>
          <w:szCs w:val="24"/>
        </w:rPr>
        <w:t xml:space="preserve"> отчество </w:t>
      </w:r>
      <w:r w:rsidR="004D7B27" w:rsidRPr="004D7B27">
        <w:rPr>
          <w:rFonts w:ascii="Times New Roman" w:hAnsi="Times New Roman" w:cs="Times New Roman"/>
          <w:sz w:val="24"/>
          <w:szCs w:val="24"/>
        </w:rPr>
        <w:t>(если таковое имеется</w:t>
      </w:r>
      <w:r w:rsidR="004D7B27">
        <w:rPr>
          <w:rFonts w:ascii="Times New Roman" w:hAnsi="Times New Roman" w:cs="Times New Roman"/>
          <w:sz w:val="24"/>
          <w:szCs w:val="24"/>
        </w:rPr>
        <w:t xml:space="preserve">), регистрационный номер </w:t>
      </w:r>
      <w:r w:rsidRPr="001259E8">
        <w:rPr>
          <w:rFonts w:ascii="Times New Roman" w:hAnsi="Times New Roman" w:cs="Times New Roman"/>
          <w:sz w:val="24"/>
          <w:szCs w:val="24"/>
        </w:rPr>
        <w:t>____________________________</w:t>
      </w:r>
      <w:r w:rsidR="004D7B2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</w:t>
      </w:r>
    </w:p>
    <w:p w:rsidR="001259E8" w:rsidRPr="001259E8" w:rsidRDefault="001259E8" w:rsidP="004D7B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59E8">
        <w:rPr>
          <w:rFonts w:ascii="Times New Roman" w:hAnsi="Times New Roman" w:cs="Times New Roman"/>
          <w:sz w:val="24"/>
          <w:szCs w:val="24"/>
        </w:rPr>
        <w:t>&lt;*&gt;</w:t>
      </w:r>
    </w:p>
    <w:p w:rsidR="001259E8" w:rsidRPr="001259E8" w:rsidRDefault="001259E8" w:rsidP="004D7B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59E8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1259E8">
        <w:rPr>
          <w:rFonts w:ascii="Times New Roman" w:hAnsi="Times New Roman" w:cs="Times New Roman"/>
          <w:sz w:val="24"/>
          <w:szCs w:val="24"/>
        </w:rPr>
        <w:t xml:space="preserve">  с Законом Республики Беларусь от 22 апреля 2024 г. N 365-З</w:t>
      </w:r>
    </w:p>
    <w:p w:rsidR="001259E8" w:rsidRPr="001259E8" w:rsidRDefault="001259E8" w:rsidP="004D7B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59E8">
        <w:rPr>
          <w:rFonts w:ascii="Times New Roman" w:hAnsi="Times New Roman" w:cs="Times New Roman"/>
          <w:sz w:val="24"/>
          <w:szCs w:val="24"/>
        </w:rPr>
        <w:t>"Об изменении законов по вопросам предпринимательской деятельности":</w:t>
      </w:r>
    </w:p>
    <w:p w:rsidR="001259E8" w:rsidRPr="001259E8" w:rsidRDefault="001259E8" w:rsidP="001259E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5"/>
        <w:gridCol w:w="2085"/>
        <w:gridCol w:w="2430"/>
        <w:gridCol w:w="1275"/>
        <w:gridCol w:w="900"/>
      </w:tblGrid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1. Наименование юридического лица:</w:t>
            </w: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Дата и номер справки о согласовании наименования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Полное наименование на русском языке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Сокращенное наименование на русском языке (при наличии)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Полное наименование на белорусском языке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Сокращенное наименование на белорусском языке (при наличии)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2. Место нахождения юридического лица:</w:t>
            </w: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Сельский Совет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(улица, проспект, переулок и иное) и наименование элемента улично-дорожной сети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(комната, офис, квартира и иное) и номер помещения (для вида помещения "частный дом" не указывается)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Дополнение к адресу &lt;**&gt;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Тип помещения (жилое/нежилое) - указать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Контактные телефоны:</w:t>
            </w:r>
          </w:p>
        </w:tc>
      </w:tr>
      <w:tr w:rsidR="001259E8" w:rsidRPr="001259E8" w:rsidTr="00BF1841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3. Размер уставного фонда:</w:t>
            </w: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вклада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Сумма</w:t>
            </w: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Денежный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259E8">
              <w:rPr>
                <w:rFonts w:ascii="Times New Roman" w:hAnsi="Times New Roman" w:cs="Times New Roman"/>
              </w:rPr>
              <w:t>Неденежный</w:t>
            </w:r>
            <w:proofErr w:type="spellEnd"/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Количество акций (для акционерных обществ) - указать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Стоимость одной акции (для акционерных обществ) - указать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4. Сведения о собственнике имущества (учредителе) юридического лица (заполняется лист А)</w:t>
            </w:r>
          </w:p>
        </w:tc>
      </w:tr>
      <w:tr w:rsidR="001259E8" w:rsidRPr="001259E8" w:rsidTr="00BF1841">
        <w:tc>
          <w:tcPr>
            <w:tcW w:w="4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5. Основной вид экономической деятельности &lt;***&gt;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 ОКЭД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1259E8" w:rsidRPr="001259E8" w:rsidTr="00BF1841">
        <w:tc>
          <w:tcPr>
            <w:tcW w:w="4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ar6617"/>
            <w:bookmarkEnd w:id="1"/>
            <w:r w:rsidRPr="001259E8">
              <w:rPr>
                <w:rFonts w:ascii="Times New Roman" w:hAnsi="Times New Roman" w:cs="Times New Roman"/>
              </w:rPr>
              <w:t>6. Сведения о руководителе (ином лице, уполномоченном в соответствии с учредительными документами действовать от имени организации) (заполняются, если такие сведения имеются) &lt;****&gt;:</w:t>
            </w: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6.1. Регистрационный номер (в случае если в качестве руководителя (иного лица, уполномоченного в соответствии с учредительными документами действовать от имени организации) выступает индивидуальный предприниматель - управляющий, юридическое лицо - управляющая организация)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 xml:space="preserve">6.2. Полное наименование юридического лица (в случае если в качестве </w:t>
            </w:r>
            <w:r w:rsidRPr="001259E8">
              <w:rPr>
                <w:rFonts w:ascii="Times New Roman" w:hAnsi="Times New Roman" w:cs="Times New Roman"/>
              </w:rPr>
              <w:lastRenderedPageBreak/>
              <w:t>руководителя (иного лица, уполномоченного в соответствии с учредительными документами действовать от имени организации) выступает юридическое лицо - управляющая организация)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lastRenderedPageBreak/>
              <w:t>6.3. Фамилия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Собственное имя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Отчество (если таковое имеется)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6.4. Данные документа, удостоверяющего личность:</w:t>
            </w: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документа, удостоверяющего личность (паспорт, вид на жительство и иное)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Серия (при наличии) и номер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Наименование либо код государственного органа, выдавшего документ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Идентификационный номер (при наличии)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Срок действия документа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6.5. Место жительства &lt;*****&gt; (место нахождения - для юридического лица):</w:t>
            </w: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Наименование страны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Сельский Совет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(улица, проспект, переулок и иное) и наименование элемента улично-дорожной сети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(комната, офис, квартира и иное) и номер помещения (для вида помещения "частный дом" не указывается)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Дополнение к адресу &lt;**&gt;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Контактные телефоны:</w:t>
            </w:r>
          </w:p>
        </w:tc>
      </w:tr>
      <w:tr w:rsidR="001259E8" w:rsidRPr="001259E8" w:rsidTr="00BF1841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Служебный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Домашний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Мобильная связь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6.6. Наименование документа, подтверждающего полномочия: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Дата и номер документа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Дата начала полномочий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Дата окончания полномочий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Par6692"/>
            <w:bookmarkEnd w:id="2"/>
            <w:r w:rsidRPr="001259E8">
              <w:rPr>
                <w:rFonts w:ascii="Times New Roman" w:hAnsi="Times New Roman" w:cs="Times New Roman"/>
              </w:rPr>
              <w:t>7. Наименование банка (небанковской кредитно-финансовой организации) либо его обособленного подразделения &lt;******&gt;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Валюта счета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59E8" w:rsidRPr="001259E8" w:rsidRDefault="001259E8" w:rsidP="001259E8">
      <w:pPr>
        <w:pStyle w:val="ConsPlusNormal"/>
        <w:ind w:firstLine="540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Мною подтверждается, что: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 xml:space="preserve">к   создаваемой   коммерческой   </w:t>
      </w:r>
      <w:proofErr w:type="gramStart"/>
      <w:r w:rsidRPr="001259E8">
        <w:rPr>
          <w:rFonts w:ascii="Times New Roman" w:hAnsi="Times New Roman" w:cs="Times New Roman"/>
        </w:rPr>
        <w:t>органи</w:t>
      </w:r>
      <w:r>
        <w:rPr>
          <w:rFonts w:ascii="Times New Roman" w:hAnsi="Times New Roman" w:cs="Times New Roman"/>
        </w:rPr>
        <w:t>зации  переходят</w:t>
      </w:r>
      <w:proofErr w:type="gramEnd"/>
      <w:r>
        <w:rPr>
          <w:rFonts w:ascii="Times New Roman" w:hAnsi="Times New Roman" w:cs="Times New Roman"/>
        </w:rPr>
        <w:t xml:space="preserve">  все  права  и </w:t>
      </w:r>
      <w:r w:rsidRPr="001259E8">
        <w:rPr>
          <w:rFonts w:ascii="Times New Roman" w:hAnsi="Times New Roman" w:cs="Times New Roman"/>
        </w:rPr>
        <w:t>обязанности индивидуального предпринимателя;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 xml:space="preserve">представленный   </w:t>
      </w:r>
      <w:proofErr w:type="gramStart"/>
      <w:r w:rsidRPr="001259E8">
        <w:rPr>
          <w:rFonts w:ascii="Times New Roman" w:hAnsi="Times New Roman" w:cs="Times New Roman"/>
        </w:rPr>
        <w:t>устав  соответствует</w:t>
      </w:r>
      <w:proofErr w:type="gramEnd"/>
      <w:r w:rsidRPr="001259E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определенным  законодательством </w:t>
      </w:r>
      <w:r w:rsidRPr="001259E8">
        <w:rPr>
          <w:rFonts w:ascii="Times New Roman" w:hAnsi="Times New Roman" w:cs="Times New Roman"/>
        </w:rPr>
        <w:t>требованиям для юридического лица данной организационно-правовой формы;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259E8">
        <w:rPr>
          <w:rFonts w:ascii="Times New Roman" w:hAnsi="Times New Roman" w:cs="Times New Roman"/>
        </w:rPr>
        <w:t xml:space="preserve">сведения,   </w:t>
      </w:r>
      <w:proofErr w:type="gramEnd"/>
      <w:r w:rsidRPr="001259E8">
        <w:rPr>
          <w:rFonts w:ascii="Times New Roman" w:hAnsi="Times New Roman" w:cs="Times New Roman"/>
        </w:rPr>
        <w:t xml:space="preserve"> содержащиеся   в   предста</w:t>
      </w:r>
      <w:r>
        <w:rPr>
          <w:rFonts w:ascii="Times New Roman" w:hAnsi="Times New Roman" w:cs="Times New Roman"/>
        </w:rPr>
        <w:t xml:space="preserve">вленных   для   государственной </w:t>
      </w:r>
      <w:r w:rsidRPr="001259E8">
        <w:rPr>
          <w:rFonts w:ascii="Times New Roman" w:hAnsi="Times New Roman" w:cs="Times New Roman"/>
        </w:rPr>
        <w:t>регистрации документах, в том числе в заявлении, достоверны;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259E8">
        <w:rPr>
          <w:rFonts w:ascii="Times New Roman" w:hAnsi="Times New Roman" w:cs="Times New Roman"/>
        </w:rPr>
        <w:t>установленный  порядок</w:t>
      </w:r>
      <w:proofErr w:type="gramEnd"/>
      <w:r w:rsidRPr="001259E8">
        <w:rPr>
          <w:rFonts w:ascii="Times New Roman" w:hAnsi="Times New Roman" w:cs="Times New Roman"/>
        </w:rPr>
        <w:t xml:space="preserve">  создания  коммерче</w:t>
      </w:r>
      <w:r>
        <w:rPr>
          <w:rFonts w:ascii="Times New Roman" w:hAnsi="Times New Roman" w:cs="Times New Roman"/>
        </w:rPr>
        <w:t xml:space="preserve">ской организации соблюден, в </w:t>
      </w:r>
      <w:r w:rsidRPr="001259E8">
        <w:rPr>
          <w:rFonts w:ascii="Times New Roman" w:hAnsi="Times New Roman" w:cs="Times New Roman"/>
        </w:rPr>
        <w:t>том числе уведомлены кредиторы о решении соз</w:t>
      </w:r>
      <w:r>
        <w:rPr>
          <w:rFonts w:ascii="Times New Roman" w:hAnsi="Times New Roman" w:cs="Times New Roman"/>
        </w:rPr>
        <w:t xml:space="preserve">дать коммерческую организацию и </w:t>
      </w:r>
      <w:r w:rsidRPr="001259E8">
        <w:rPr>
          <w:rFonts w:ascii="Times New Roman" w:hAnsi="Times New Roman" w:cs="Times New Roman"/>
        </w:rPr>
        <w:t>о переходе прав и обязанностей к создаваемой организации.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Предупрежден о том, что: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259E8">
        <w:rPr>
          <w:rFonts w:ascii="Times New Roman" w:hAnsi="Times New Roman" w:cs="Times New Roman"/>
        </w:rPr>
        <w:t>деятельность  индивидуального</w:t>
      </w:r>
      <w:proofErr w:type="gramEnd"/>
      <w:r w:rsidRPr="001259E8">
        <w:rPr>
          <w:rFonts w:ascii="Times New Roman" w:hAnsi="Times New Roman" w:cs="Times New Roman"/>
        </w:rPr>
        <w:t xml:space="preserve"> предпринимателя, создавшего </w:t>
      </w:r>
      <w:r>
        <w:rPr>
          <w:rFonts w:ascii="Times New Roman" w:hAnsi="Times New Roman" w:cs="Times New Roman"/>
        </w:rPr>
        <w:t xml:space="preserve">коммерческую </w:t>
      </w:r>
      <w:r w:rsidRPr="001259E8">
        <w:rPr>
          <w:rFonts w:ascii="Times New Roman" w:hAnsi="Times New Roman" w:cs="Times New Roman"/>
        </w:rPr>
        <w:t>организацию  в  соответствии  с  Законом  Ре</w:t>
      </w:r>
      <w:r>
        <w:rPr>
          <w:rFonts w:ascii="Times New Roman" w:hAnsi="Times New Roman" w:cs="Times New Roman"/>
        </w:rPr>
        <w:t xml:space="preserve">спублики Беларусь "Об изменении </w:t>
      </w:r>
      <w:r w:rsidRPr="001259E8">
        <w:rPr>
          <w:rFonts w:ascii="Times New Roman" w:hAnsi="Times New Roman" w:cs="Times New Roman"/>
        </w:rPr>
        <w:t>законов  по вопросам предпринимательской дея</w:t>
      </w:r>
      <w:r>
        <w:rPr>
          <w:rFonts w:ascii="Times New Roman" w:hAnsi="Times New Roman" w:cs="Times New Roman"/>
        </w:rPr>
        <w:t xml:space="preserve">тельности", прекращается с даты </w:t>
      </w:r>
      <w:r w:rsidRPr="001259E8">
        <w:rPr>
          <w:rFonts w:ascii="Times New Roman" w:hAnsi="Times New Roman" w:cs="Times New Roman"/>
        </w:rPr>
        <w:t>государственной регистрации коммерческой организации;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259E8">
        <w:rPr>
          <w:rFonts w:ascii="Times New Roman" w:hAnsi="Times New Roman" w:cs="Times New Roman"/>
        </w:rPr>
        <w:t>в  соответствии</w:t>
      </w:r>
      <w:proofErr w:type="gramEnd"/>
      <w:r w:rsidRPr="001259E8">
        <w:rPr>
          <w:rFonts w:ascii="Times New Roman" w:hAnsi="Times New Roman" w:cs="Times New Roman"/>
        </w:rPr>
        <w:t xml:space="preserve">  с  частями  первой  - </w:t>
      </w:r>
      <w:r>
        <w:rPr>
          <w:rFonts w:ascii="Times New Roman" w:hAnsi="Times New Roman" w:cs="Times New Roman"/>
        </w:rPr>
        <w:t xml:space="preserve"> третьей и абзацем вторым части </w:t>
      </w:r>
      <w:r w:rsidRPr="001259E8">
        <w:rPr>
          <w:rFonts w:ascii="Times New Roman" w:hAnsi="Times New Roman" w:cs="Times New Roman"/>
        </w:rPr>
        <w:t>четвертой  пункта  26  Положения  о  государ</w:t>
      </w:r>
      <w:r>
        <w:rPr>
          <w:rFonts w:ascii="Times New Roman" w:hAnsi="Times New Roman" w:cs="Times New Roman"/>
        </w:rPr>
        <w:t xml:space="preserve">ственной  регистрации субъектов </w:t>
      </w:r>
      <w:r w:rsidRPr="001259E8">
        <w:rPr>
          <w:rFonts w:ascii="Times New Roman" w:hAnsi="Times New Roman" w:cs="Times New Roman"/>
        </w:rPr>
        <w:t>хозяйствования, утвержденного Декретом Прези</w:t>
      </w:r>
      <w:r>
        <w:rPr>
          <w:rFonts w:ascii="Times New Roman" w:hAnsi="Times New Roman" w:cs="Times New Roman"/>
        </w:rPr>
        <w:t xml:space="preserve">дента Республики Беларусь от 16 </w:t>
      </w:r>
      <w:r w:rsidRPr="001259E8">
        <w:rPr>
          <w:rFonts w:ascii="Times New Roman" w:hAnsi="Times New Roman" w:cs="Times New Roman"/>
        </w:rPr>
        <w:t>января 2009 г. N 1: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259E8">
        <w:rPr>
          <w:rFonts w:ascii="Times New Roman" w:hAnsi="Times New Roman" w:cs="Times New Roman"/>
        </w:rPr>
        <w:t>собственник  имущества</w:t>
      </w:r>
      <w:proofErr w:type="gramEnd"/>
      <w:r w:rsidRPr="001259E8">
        <w:rPr>
          <w:rFonts w:ascii="Times New Roman" w:hAnsi="Times New Roman" w:cs="Times New Roman"/>
        </w:rPr>
        <w:t xml:space="preserve">  (учредитель)  ко</w:t>
      </w:r>
      <w:r>
        <w:rPr>
          <w:rFonts w:ascii="Times New Roman" w:hAnsi="Times New Roman" w:cs="Times New Roman"/>
        </w:rPr>
        <w:t xml:space="preserve">ммерческой  организации  несет </w:t>
      </w:r>
      <w:r w:rsidRPr="001259E8">
        <w:rPr>
          <w:rFonts w:ascii="Times New Roman" w:hAnsi="Times New Roman" w:cs="Times New Roman"/>
        </w:rPr>
        <w:t>ответственность   за   достоверность   сведе</w:t>
      </w:r>
      <w:r>
        <w:rPr>
          <w:rFonts w:ascii="Times New Roman" w:hAnsi="Times New Roman" w:cs="Times New Roman"/>
        </w:rPr>
        <w:t xml:space="preserve">ний,  указанных  в  документах, </w:t>
      </w:r>
      <w:r w:rsidRPr="001259E8">
        <w:rPr>
          <w:rFonts w:ascii="Times New Roman" w:hAnsi="Times New Roman" w:cs="Times New Roman"/>
        </w:rPr>
        <w:t>представленных для государственной регистрации;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259E8">
        <w:rPr>
          <w:rFonts w:ascii="Times New Roman" w:hAnsi="Times New Roman" w:cs="Times New Roman"/>
        </w:rPr>
        <w:t>государственная  регистрация</w:t>
      </w:r>
      <w:proofErr w:type="gramEnd"/>
      <w:r w:rsidRPr="001259E8">
        <w:rPr>
          <w:rFonts w:ascii="Times New Roman" w:hAnsi="Times New Roman" w:cs="Times New Roman"/>
        </w:rPr>
        <w:t xml:space="preserve">  коммерчес</w:t>
      </w:r>
      <w:r>
        <w:rPr>
          <w:rFonts w:ascii="Times New Roman" w:hAnsi="Times New Roman" w:cs="Times New Roman"/>
        </w:rPr>
        <w:t xml:space="preserve">кой организации, осуществленная </w:t>
      </w:r>
      <w:r w:rsidRPr="001259E8">
        <w:rPr>
          <w:rFonts w:ascii="Times New Roman" w:hAnsi="Times New Roman" w:cs="Times New Roman"/>
        </w:rPr>
        <w:t xml:space="preserve">на  основании  заведомо  ложных  сведений,  </w:t>
      </w:r>
      <w:r>
        <w:rPr>
          <w:rFonts w:ascii="Times New Roman" w:hAnsi="Times New Roman" w:cs="Times New Roman"/>
        </w:rPr>
        <w:t xml:space="preserve">представленных в регистрирующий </w:t>
      </w:r>
      <w:r w:rsidRPr="001259E8">
        <w:rPr>
          <w:rFonts w:ascii="Times New Roman" w:hAnsi="Times New Roman" w:cs="Times New Roman"/>
        </w:rPr>
        <w:t xml:space="preserve">орган,    может   быть   признана   недействительной   по   </w:t>
      </w:r>
      <w:r w:rsidRPr="001259E8">
        <w:rPr>
          <w:rFonts w:ascii="Times New Roman" w:hAnsi="Times New Roman" w:cs="Times New Roman"/>
        </w:rPr>
        <w:lastRenderedPageBreak/>
        <w:t>решению   суда,</w:t>
      </w:r>
      <w:r>
        <w:rPr>
          <w:rFonts w:ascii="Times New Roman" w:hAnsi="Times New Roman" w:cs="Times New Roman"/>
        </w:rPr>
        <w:t xml:space="preserve"> </w:t>
      </w:r>
      <w:r w:rsidRPr="001259E8">
        <w:rPr>
          <w:rFonts w:ascii="Times New Roman" w:hAnsi="Times New Roman" w:cs="Times New Roman"/>
        </w:rPr>
        <w:t>рассматривающего экономические дела;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 xml:space="preserve">признание   недействительной   </w:t>
      </w:r>
      <w:proofErr w:type="gramStart"/>
      <w:r w:rsidRPr="001259E8">
        <w:rPr>
          <w:rFonts w:ascii="Times New Roman" w:hAnsi="Times New Roman" w:cs="Times New Roman"/>
        </w:rPr>
        <w:t>государственной  регистрации</w:t>
      </w:r>
      <w:proofErr w:type="gramEnd"/>
      <w:r w:rsidRPr="001259E8">
        <w:rPr>
          <w:rFonts w:ascii="Times New Roman" w:hAnsi="Times New Roman" w:cs="Times New Roman"/>
        </w:rPr>
        <w:t xml:space="preserve">  с</w:t>
      </w:r>
      <w:r w:rsidR="00CE54AA">
        <w:rPr>
          <w:rFonts w:ascii="Times New Roman" w:hAnsi="Times New Roman" w:cs="Times New Roman"/>
        </w:rPr>
        <w:t xml:space="preserve">озданной </w:t>
      </w:r>
      <w:r w:rsidRPr="001259E8">
        <w:rPr>
          <w:rFonts w:ascii="Times New Roman" w:hAnsi="Times New Roman" w:cs="Times New Roman"/>
        </w:rPr>
        <w:t>коммерческой   организации   влечет   взыска</w:t>
      </w:r>
      <w:r w:rsidR="00CE54AA">
        <w:rPr>
          <w:rFonts w:ascii="Times New Roman" w:hAnsi="Times New Roman" w:cs="Times New Roman"/>
        </w:rPr>
        <w:t xml:space="preserve">ние   полученных   коммерческой </w:t>
      </w:r>
      <w:r w:rsidRPr="001259E8">
        <w:rPr>
          <w:rFonts w:ascii="Times New Roman" w:hAnsi="Times New Roman" w:cs="Times New Roman"/>
        </w:rPr>
        <w:t>организацией  доходов  в местный бюджет и ее</w:t>
      </w:r>
      <w:r w:rsidR="00CE54AA">
        <w:rPr>
          <w:rFonts w:ascii="Times New Roman" w:hAnsi="Times New Roman" w:cs="Times New Roman"/>
        </w:rPr>
        <w:t xml:space="preserve"> ликвидацию. При этом взыскание </w:t>
      </w:r>
      <w:proofErr w:type="gramStart"/>
      <w:r w:rsidRPr="001259E8">
        <w:rPr>
          <w:rFonts w:ascii="Times New Roman" w:hAnsi="Times New Roman" w:cs="Times New Roman"/>
        </w:rPr>
        <w:t>доходов  осуществляется</w:t>
      </w:r>
      <w:proofErr w:type="gramEnd"/>
      <w:r w:rsidRPr="001259E8">
        <w:rPr>
          <w:rFonts w:ascii="Times New Roman" w:hAnsi="Times New Roman" w:cs="Times New Roman"/>
        </w:rPr>
        <w:t xml:space="preserve">  независимо  от  сро</w:t>
      </w:r>
      <w:r w:rsidR="00CE54AA">
        <w:rPr>
          <w:rFonts w:ascii="Times New Roman" w:hAnsi="Times New Roman" w:cs="Times New Roman"/>
        </w:rPr>
        <w:t xml:space="preserve">ка,  прошедшего  со  дня  такой </w:t>
      </w:r>
      <w:r w:rsidRPr="001259E8">
        <w:rPr>
          <w:rFonts w:ascii="Times New Roman" w:hAnsi="Times New Roman" w:cs="Times New Roman"/>
        </w:rPr>
        <w:t>регистрации, и за весь период осуществления деятельности.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____________________     __________________________________________________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(</w:t>
      </w:r>
      <w:proofErr w:type="gramStart"/>
      <w:r w:rsidRPr="001259E8">
        <w:rPr>
          <w:rFonts w:ascii="Times New Roman" w:hAnsi="Times New Roman" w:cs="Times New Roman"/>
        </w:rPr>
        <w:t>подпись)  &lt;</w:t>
      </w:r>
      <w:proofErr w:type="gramEnd"/>
      <w:r w:rsidRPr="001259E8">
        <w:rPr>
          <w:rFonts w:ascii="Times New Roman" w:hAnsi="Times New Roman" w:cs="Times New Roman"/>
        </w:rPr>
        <w:t>*******&gt;     (фамилия, собственное имя, отчество (если таковое</w:t>
      </w:r>
    </w:p>
    <w:p w:rsidR="001259E8" w:rsidRPr="001259E8" w:rsidRDefault="001259E8" w:rsidP="001259E8">
      <w:pPr>
        <w:pStyle w:val="ConsPlusNonformat"/>
        <w:jc w:val="both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имеется)) &lt;*&gt;</w:t>
      </w: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_________________</w:t>
      </w: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(дата)</w:t>
      </w:r>
    </w:p>
    <w:p w:rsidR="001259E8" w:rsidRPr="001259E8" w:rsidRDefault="001259E8" w:rsidP="001259E8">
      <w:pPr>
        <w:pStyle w:val="ConsPlusNormal"/>
        <w:ind w:firstLine="540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rmal"/>
        <w:ind w:firstLine="540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--------------------------------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3" w:name="Par6737"/>
      <w:bookmarkEnd w:id="3"/>
      <w:r w:rsidRPr="001259E8">
        <w:rPr>
          <w:rFonts w:ascii="Times New Roman" w:hAnsi="Times New Roman" w:cs="Times New Roman"/>
        </w:rPr>
        <w:t>&lt;*&gt; Фамилия, собственное имя, отчество (если таковое имеется) указываются полностью.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4" w:name="Par6738"/>
      <w:bookmarkEnd w:id="4"/>
      <w:r w:rsidRPr="001259E8">
        <w:rPr>
          <w:rFonts w:ascii="Times New Roman" w:hAnsi="Times New Roman" w:cs="Times New Roman"/>
        </w:rPr>
        <w:t>&lt;**&gt; Заполняется при невозможности указать конкретные сведения о населенном пункте, здании, помещении.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5" w:name="Par6739"/>
      <w:bookmarkEnd w:id="5"/>
      <w:r w:rsidRPr="001259E8">
        <w:rPr>
          <w:rFonts w:ascii="Times New Roman" w:hAnsi="Times New Roman" w:cs="Times New Roman"/>
        </w:rPr>
        <w:t>&lt;***&gt; Указывается вид экономической деятельности, предполагаемый к осуществлению в качестве основного в соответствии с общегосударственным классификатором Республики Беларусь ОКРБ 005-2011 "Виды экономической деятельности", утвержденным постановлением Государственного комитета по стандартизации Республики Беларусь от 5 декабря 2011 г. N 85. Код указывается на уровне пяти знаков.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6" w:name="Par6740"/>
      <w:bookmarkEnd w:id="6"/>
      <w:r w:rsidRPr="001259E8">
        <w:rPr>
          <w:rFonts w:ascii="Times New Roman" w:hAnsi="Times New Roman" w:cs="Times New Roman"/>
        </w:rPr>
        <w:t>&lt;****&gt; Пункт 6 является обязательным к заполнению в случае заполнения пункта 7.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7" w:name="Par6741"/>
      <w:bookmarkEnd w:id="7"/>
      <w:r w:rsidRPr="001259E8">
        <w:rPr>
          <w:rFonts w:ascii="Times New Roman" w:hAnsi="Times New Roman" w:cs="Times New Roman"/>
        </w:rPr>
        <w:t>&lt;*****&gt; Для граждан Республики Беларусь, иностранных граждан и лиц без гражданства, постоянно проживающих на территории Республики Беларусь, указывается в соответствии с данными регистрационного учета.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8" w:name="Par6742"/>
      <w:bookmarkEnd w:id="8"/>
      <w:r w:rsidRPr="001259E8">
        <w:rPr>
          <w:rFonts w:ascii="Times New Roman" w:hAnsi="Times New Roman" w:cs="Times New Roman"/>
        </w:rPr>
        <w:t>&lt;******&gt; Пункт 7 заполняется в случае, если при прохождении процедуры государственной регистрации собственник имущества (учредитель) коммерческой организации инициирует направление регистрирующим органом в банк, небанковскую кредитно-финансовую организацию информации, необходимой для открытия создаваемому юридическому лицу текущего (расчетного) банковского счета. При этом документы, предусмотренные абзацами вторым и третьим части первой подпункта 2.3 пункта 2 Декрета Президента Республики Беларусь от 16 января 2009 г. N 1 "О государственной регистрации и ликвидации (прекращении деятельности) субъектов хозяйствования", юридическим лицом в банк, небанковскую кредитно-финансовую организацию не представляются.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9" w:name="Par6743"/>
      <w:bookmarkEnd w:id="9"/>
      <w:r w:rsidRPr="001259E8">
        <w:rPr>
          <w:rFonts w:ascii="Times New Roman" w:hAnsi="Times New Roman" w:cs="Times New Roman"/>
        </w:rPr>
        <w:t>&lt;*******&gt; Заявление подписывается в присутствии уполномоченного сотрудника регистрирующего органа (нотариуса - в случае представления документов нотариусу) индивидуальным предпринимателем - собственником имущества (учредителем) создаваемой коммерческой организации либо лицом, уполномоченным в соответствии с нотариально удостоверенной доверенностью действовать от имени этого индивидуального предпринимателя, либо подлинность подписи заявителя должна быть засвидетельствована нотариально. В случае представления заявления о государственной регистрации коммерческой организации в электронном виде заявление подписывается электронной цифровой подписью индивидуального предпринимателя либо иного лица, уполномоченного в соответствии с нотариально удостоверенной доверенностью действовать от имени этого индивидуального предпринимателя.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  <w:bookmarkStart w:id="10" w:name="Par6745"/>
      <w:bookmarkEnd w:id="10"/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  <w:outlineLvl w:val="1"/>
        <w:rPr>
          <w:rFonts w:ascii="Times New Roman" w:hAnsi="Times New Roman" w:cs="Times New Roman"/>
        </w:rPr>
      </w:pPr>
    </w:p>
    <w:p w:rsidR="00CE54AA" w:rsidRDefault="00CE54AA" w:rsidP="001259E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E54AA" w:rsidRDefault="00CE54AA" w:rsidP="001259E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E54AA" w:rsidRDefault="00CE54AA" w:rsidP="001259E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76E71" w:rsidRDefault="00476E71" w:rsidP="001259E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76E71" w:rsidRDefault="00476E71" w:rsidP="001259E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76E71" w:rsidRDefault="00476E71" w:rsidP="001259E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76E71" w:rsidRDefault="00476E71" w:rsidP="001259E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259E8" w:rsidRPr="001259E8" w:rsidRDefault="001259E8" w:rsidP="00476E7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59E8">
        <w:rPr>
          <w:rFonts w:ascii="Times New Roman" w:hAnsi="Times New Roman" w:cs="Times New Roman"/>
          <w:sz w:val="28"/>
          <w:szCs w:val="28"/>
        </w:rPr>
        <w:lastRenderedPageBreak/>
        <w:t>Лист А</w:t>
      </w:r>
    </w:p>
    <w:p w:rsidR="001259E8" w:rsidRPr="001259E8" w:rsidRDefault="001259E8" w:rsidP="00476E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59E8">
        <w:rPr>
          <w:rFonts w:ascii="Times New Roman" w:hAnsi="Times New Roman" w:cs="Times New Roman"/>
          <w:sz w:val="28"/>
          <w:szCs w:val="28"/>
        </w:rPr>
        <w:t>Сведения о собственнике имущества (учредителе) - индивидуальном предпринимателе</w:t>
      </w:r>
    </w:p>
    <w:p w:rsidR="001259E8" w:rsidRPr="001259E8" w:rsidRDefault="001259E8" w:rsidP="001259E8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1890"/>
        <w:gridCol w:w="2175"/>
        <w:gridCol w:w="1485"/>
        <w:gridCol w:w="870"/>
      </w:tblGrid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Собственное имя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Отчество (если таковое имеется)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Пол (мужской/женский) - указать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1. Данные документа, удостоверяющего личность:</w:t>
            </w: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документа, удостоверяющего личность (паспорт, идентификационная карта, вид на жительство, биометрический вид на жительство)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Серия (при наличии) и номер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Наименование либо код государственного органа, выдавшего документ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Идентификационный номер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Срок действия документа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2. Место жительства &lt;*&gt;:</w:t>
            </w: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Наименование страны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Сельский Совет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(улица, проспект, переулок и иное) и наименование элемента улично-дорожной сети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Вид (квартира, комната, частный дом) и номер помещения (для вида помещения "частный дом" не указывается)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Контактные телефоны:</w:t>
            </w:r>
          </w:p>
        </w:tc>
      </w:tr>
      <w:tr w:rsidR="001259E8" w:rsidRPr="001259E8" w:rsidTr="00BF1841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Служебный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Домашний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Мобильная связь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9E8" w:rsidRPr="001259E8" w:rsidTr="00BF1841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  <w:r w:rsidRPr="001259E8">
              <w:rPr>
                <w:rFonts w:ascii="Times New Roman" w:hAnsi="Times New Roman" w:cs="Times New Roman"/>
              </w:rPr>
              <w:t>E-</w:t>
            </w:r>
            <w:proofErr w:type="spellStart"/>
            <w:r w:rsidRPr="001259E8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9E8" w:rsidRPr="001259E8" w:rsidRDefault="001259E8" w:rsidP="001259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59E8" w:rsidRPr="001259E8" w:rsidRDefault="001259E8" w:rsidP="001259E8">
      <w:pPr>
        <w:pStyle w:val="ConsPlusNormal"/>
        <w:ind w:firstLine="540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___________________________________________________________________________</w:t>
      </w: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(фамилия, собственное имя, отчество (если таковое имеется)) &lt;**&gt;</w:t>
      </w:r>
    </w:p>
    <w:p w:rsidR="00476E71" w:rsidRDefault="00476E71" w:rsidP="001259E8">
      <w:pPr>
        <w:pStyle w:val="ConsPlusNonformat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__________________________________</w:t>
      </w: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(подпись) &lt;***&gt;</w:t>
      </w:r>
    </w:p>
    <w:p w:rsidR="00476E71" w:rsidRDefault="00476E71" w:rsidP="001259E8">
      <w:pPr>
        <w:pStyle w:val="ConsPlusNonformat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___________________</w:t>
      </w:r>
    </w:p>
    <w:p w:rsidR="001259E8" w:rsidRPr="001259E8" w:rsidRDefault="001259E8" w:rsidP="001259E8">
      <w:pPr>
        <w:pStyle w:val="ConsPlusNonformat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(дата)</w:t>
      </w:r>
    </w:p>
    <w:p w:rsidR="001259E8" w:rsidRPr="001259E8" w:rsidRDefault="001259E8" w:rsidP="001259E8">
      <w:pPr>
        <w:pStyle w:val="ConsPlusNormal"/>
        <w:ind w:firstLine="540"/>
        <w:rPr>
          <w:rFonts w:ascii="Times New Roman" w:hAnsi="Times New Roman" w:cs="Times New Roman"/>
        </w:rPr>
      </w:pPr>
    </w:p>
    <w:p w:rsidR="001259E8" w:rsidRPr="001259E8" w:rsidRDefault="001259E8" w:rsidP="001259E8">
      <w:pPr>
        <w:pStyle w:val="ConsPlusNormal"/>
        <w:ind w:firstLine="540"/>
        <w:rPr>
          <w:rFonts w:ascii="Times New Roman" w:hAnsi="Times New Roman" w:cs="Times New Roman"/>
        </w:rPr>
      </w:pPr>
      <w:r w:rsidRPr="001259E8">
        <w:rPr>
          <w:rFonts w:ascii="Times New Roman" w:hAnsi="Times New Roman" w:cs="Times New Roman"/>
        </w:rPr>
        <w:t>--------------------------------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11" w:name="Par6821"/>
      <w:bookmarkEnd w:id="11"/>
      <w:r w:rsidRPr="001259E8">
        <w:rPr>
          <w:rFonts w:ascii="Times New Roman" w:hAnsi="Times New Roman" w:cs="Times New Roman"/>
        </w:rPr>
        <w:t>&lt;*&gt; Данные места жительства указываются в соответствии с данными регистрационного учета.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12" w:name="Par6822"/>
      <w:bookmarkEnd w:id="12"/>
      <w:r w:rsidRPr="001259E8">
        <w:rPr>
          <w:rFonts w:ascii="Times New Roman" w:hAnsi="Times New Roman" w:cs="Times New Roman"/>
        </w:rPr>
        <w:t>&lt;**&gt; Фамилия, собственное имя, отчество (если таковое имеется) указываются полностью.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  <w:bookmarkStart w:id="13" w:name="Par6823"/>
      <w:bookmarkEnd w:id="13"/>
      <w:r w:rsidRPr="001259E8">
        <w:rPr>
          <w:rFonts w:ascii="Times New Roman" w:hAnsi="Times New Roman" w:cs="Times New Roman"/>
        </w:rPr>
        <w:t>&lt;***&gt; Лист А подписывается индивидуальным предпринимателем - собственником имущества (учредителем) создаваемой коммерческой организации либо иным лицом, уполномоченным в соответствии с нотариально удостоверенной доверенностью действовать от имени этого индивидуального предпринимателя, в присутствии уполномоченного сотрудника регистрирующего органа (нотариуса - в случае представления документов нотариусу) либо подлинность подписи заявителя должна быть засвидетельствована нотариально. В случае представления заявления о государственной регистрации коммерческой организации в электронном виде лист А подписывается электронной цифровой подписью лица, подписывающего заявление.</w:t>
      </w:r>
    </w:p>
    <w:p w:rsidR="001259E8" w:rsidRPr="001259E8" w:rsidRDefault="001259E8" w:rsidP="00476E71">
      <w:pPr>
        <w:pStyle w:val="ConsPlusNormal"/>
        <w:rPr>
          <w:rFonts w:ascii="Times New Roman" w:hAnsi="Times New Roman" w:cs="Times New Roman"/>
        </w:rPr>
      </w:pPr>
    </w:p>
    <w:p w:rsidR="001259E8" w:rsidRDefault="001259E8" w:rsidP="001259E8">
      <w:pPr>
        <w:pStyle w:val="ConsPlusNormal"/>
      </w:pPr>
    </w:p>
    <w:p w:rsidR="00FA7BBC" w:rsidRDefault="00476E71"/>
    <w:sectPr w:rsidR="00FA7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E8"/>
    <w:rsid w:val="001259E8"/>
    <w:rsid w:val="00476E71"/>
    <w:rsid w:val="004D7B27"/>
    <w:rsid w:val="00760EAC"/>
    <w:rsid w:val="00B10994"/>
    <w:rsid w:val="00C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410B"/>
  <w15:chartTrackingRefBased/>
  <w15:docId w15:val="{404654D6-7AC0-434D-AB17-DA0D88A3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9E8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9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59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978A52C6</Template>
  <TotalTime>23</TotalTime>
  <Pages>4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Кручек</dc:creator>
  <cp:keywords/>
  <dc:description/>
  <cp:lastModifiedBy>Наталья Кручек</cp:lastModifiedBy>
  <cp:revision>3</cp:revision>
  <dcterms:created xsi:type="dcterms:W3CDTF">2024-10-01T06:11:00Z</dcterms:created>
  <dcterms:modified xsi:type="dcterms:W3CDTF">2024-10-01T06:48:00Z</dcterms:modified>
</cp:coreProperties>
</file>